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C57" w:rsidRPr="00B21FB3" w:rsidRDefault="00181C57" w:rsidP="00DB1648">
      <w:pPr>
        <w:keepNext/>
        <w:suppressAutoHyphens/>
        <w:ind w:left="4253"/>
        <w:jc w:val="right"/>
        <w:rPr>
          <w:b/>
          <w:bCs/>
        </w:rPr>
      </w:pPr>
      <w:r w:rsidRPr="00B21FB3">
        <w:rPr>
          <w:b/>
          <w:bCs/>
        </w:rPr>
        <w:t xml:space="preserve">Приложение № </w:t>
      </w:r>
      <w:r w:rsidR="00DC5DDD" w:rsidRPr="0097422F">
        <w:rPr>
          <w:b/>
          <w:bCs/>
        </w:rPr>
        <w:t>3</w:t>
      </w:r>
    </w:p>
    <w:p w:rsidR="00181C57" w:rsidRPr="00B21FB3" w:rsidRDefault="00181C57" w:rsidP="00DB1648">
      <w:pPr>
        <w:keepNext/>
        <w:suppressAutoHyphens/>
        <w:jc w:val="center"/>
        <w:rPr>
          <w:b/>
        </w:rPr>
      </w:pPr>
      <w:r w:rsidRPr="00B21FB3">
        <w:rPr>
          <w:b/>
        </w:rPr>
        <w:t xml:space="preserve">С О </w:t>
      </w:r>
      <w:proofErr w:type="spellStart"/>
      <w:r w:rsidRPr="00B21FB3">
        <w:rPr>
          <w:b/>
        </w:rPr>
        <w:t>О</w:t>
      </w:r>
      <w:proofErr w:type="spellEnd"/>
      <w:r w:rsidRPr="00B21FB3">
        <w:rPr>
          <w:b/>
        </w:rPr>
        <w:t xml:space="preserve"> Б Щ Е Н И Е  </w:t>
      </w:r>
    </w:p>
    <w:p w:rsidR="00181C57" w:rsidRPr="00B21FB3" w:rsidRDefault="00181C57" w:rsidP="00DB1648">
      <w:pPr>
        <w:keepNext/>
        <w:suppressAutoHyphens/>
        <w:jc w:val="center"/>
        <w:rPr>
          <w:b/>
        </w:rPr>
      </w:pPr>
      <w:r w:rsidRPr="00B21FB3">
        <w:rPr>
          <w:b/>
        </w:rPr>
        <w:t xml:space="preserve">о проведении внеочередного общего собрания акционеров </w:t>
      </w:r>
    </w:p>
    <w:p w:rsidR="00181C57" w:rsidRPr="00B21FB3" w:rsidRDefault="00181C57" w:rsidP="00DB1648">
      <w:pPr>
        <w:keepNext/>
        <w:suppressAutoHyphens/>
        <w:jc w:val="center"/>
        <w:rPr>
          <w:b/>
        </w:rPr>
      </w:pPr>
      <w:r w:rsidRPr="00B21FB3">
        <w:rPr>
          <w:b/>
        </w:rPr>
        <w:t>Открытого акционерного общества «Новороссийский комбинат хлебопродуктов»</w:t>
      </w:r>
    </w:p>
    <w:p w:rsidR="00181C57" w:rsidRPr="00B21FB3" w:rsidRDefault="00181C57" w:rsidP="00DB1648">
      <w:pPr>
        <w:keepNext/>
        <w:suppressAutoHyphens/>
        <w:jc w:val="center"/>
      </w:pPr>
    </w:p>
    <w:p w:rsidR="00181C57" w:rsidRPr="00B21FB3" w:rsidRDefault="00181C57" w:rsidP="00DB1648">
      <w:pPr>
        <w:keepNext/>
        <w:suppressAutoHyphens/>
        <w:jc w:val="center"/>
        <w:rPr>
          <w:b/>
        </w:rPr>
      </w:pPr>
      <w:r w:rsidRPr="00B21FB3">
        <w:rPr>
          <w:b/>
        </w:rPr>
        <w:t>Уважаемые акционеры!</w:t>
      </w:r>
    </w:p>
    <w:p w:rsidR="00181C57" w:rsidRPr="0097422F" w:rsidRDefault="00181C57" w:rsidP="00DB1648">
      <w:pPr>
        <w:keepNext/>
        <w:suppressAutoHyphens/>
        <w:ind w:firstLine="567"/>
        <w:jc w:val="both"/>
        <w:rPr>
          <w:snapToGrid w:val="0"/>
        </w:rPr>
      </w:pPr>
    </w:p>
    <w:p w:rsidR="00181C57" w:rsidRPr="0008550B" w:rsidRDefault="00181C57" w:rsidP="00DB1648">
      <w:pPr>
        <w:keepNext/>
        <w:suppressAutoHyphens/>
        <w:ind w:firstLine="567"/>
        <w:jc w:val="both"/>
        <w:rPr>
          <w:snapToGrid w:val="0"/>
        </w:rPr>
      </w:pPr>
      <w:r w:rsidRPr="0008550B">
        <w:rPr>
          <w:snapToGrid w:val="0"/>
        </w:rPr>
        <w:t xml:space="preserve">Открытое акционерное общество «Новороссийский комбинат хлебопродуктов», расположенное по адресу: Россия, Краснодарский край, г. Новороссийск, ул. Элеваторная, 22 (далее также – «Общество» или «ОАО «НКХП»), сообщает о созыве внеочередного общего собрания акционеров ОАО «НКХП», которое состоится </w:t>
      </w:r>
      <w:r w:rsidR="008652B3" w:rsidRPr="0097422F">
        <w:rPr>
          <w:b/>
          <w:snapToGrid w:val="0"/>
          <w:u w:val="single"/>
        </w:rPr>
        <w:t>22</w:t>
      </w:r>
      <w:r w:rsidRPr="0008550B">
        <w:rPr>
          <w:b/>
          <w:snapToGrid w:val="0"/>
          <w:u w:val="single"/>
        </w:rPr>
        <w:t xml:space="preserve"> </w:t>
      </w:r>
      <w:r w:rsidR="008652B3" w:rsidRPr="0097422F">
        <w:rPr>
          <w:b/>
          <w:snapToGrid w:val="0"/>
          <w:u w:val="single"/>
        </w:rPr>
        <w:t>октября</w:t>
      </w:r>
      <w:r w:rsidRPr="0008550B">
        <w:rPr>
          <w:snapToGrid w:val="0"/>
          <w:u w:val="single"/>
        </w:rPr>
        <w:t xml:space="preserve"> </w:t>
      </w:r>
      <w:r w:rsidRPr="0008550B">
        <w:rPr>
          <w:b/>
          <w:bCs/>
          <w:snapToGrid w:val="0"/>
          <w:u w:val="single"/>
        </w:rPr>
        <w:t>2015 года в 14 часов 00 минут</w:t>
      </w:r>
      <w:r w:rsidRPr="0008550B">
        <w:rPr>
          <w:snapToGrid w:val="0"/>
        </w:rPr>
        <w:t xml:space="preserve"> по адресу: </w:t>
      </w:r>
      <w:r w:rsidRPr="0008550B">
        <w:rPr>
          <w:b/>
        </w:rPr>
        <w:t>г. Новороссийск, ул. Жуковского, 7 клуб ОАО «НКХП»</w:t>
      </w:r>
      <w:r w:rsidRPr="0008550B">
        <w:rPr>
          <w:snapToGrid w:val="0"/>
        </w:rPr>
        <w:t xml:space="preserve"> в форме собрания (совместного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</w:p>
    <w:p w:rsidR="00054A14" w:rsidRPr="0097422F" w:rsidRDefault="00054A14" w:rsidP="00DB1648">
      <w:pPr>
        <w:pStyle w:val="a9"/>
        <w:keepNext/>
        <w:tabs>
          <w:tab w:val="clear" w:pos="4677"/>
          <w:tab w:val="clear" w:pos="9355"/>
        </w:tabs>
        <w:suppressAutoHyphens/>
        <w:ind w:firstLine="567"/>
        <w:jc w:val="both"/>
        <w:rPr>
          <w:szCs w:val="24"/>
        </w:rPr>
      </w:pPr>
    </w:p>
    <w:p w:rsidR="00181C57" w:rsidRPr="0097422F" w:rsidRDefault="00181C57" w:rsidP="00DB1648">
      <w:pPr>
        <w:pStyle w:val="a9"/>
        <w:keepNext/>
        <w:tabs>
          <w:tab w:val="clear" w:pos="4677"/>
          <w:tab w:val="clear" w:pos="9355"/>
        </w:tabs>
        <w:suppressAutoHyphens/>
        <w:ind w:firstLine="567"/>
        <w:jc w:val="both"/>
        <w:rPr>
          <w:szCs w:val="24"/>
        </w:rPr>
      </w:pPr>
      <w:r w:rsidRPr="0097422F">
        <w:rPr>
          <w:szCs w:val="24"/>
        </w:rPr>
        <w:t>Дата составления списка лиц, имеющих право на участие в Собрании - 22 августа 2015 года.</w:t>
      </w:r>
    </w:p>
    <w:p w:rsidR="0092384A" w:rsidRPr="0097422F" w:rsidRDefault="0092384A" w:rsidP="00DB1648">
      <w:pPr>
        <w:pStyle w:val="a9"/>
        <w:keepNext/>
        <w:tabs>
          <w:tab w:val="clear" w:pos="4677"/>
          <w:tab w:val="clear" w:pos="9355"/>
        </w:tabs>
        <w:suppressAutoHyphens/>
        <w:ind w:firstLine="561"/>
        <w:jc w:val="both"/>
        <w:rPr>
          <w:szCs w:val="24"/>
        </w:rPr>
      </w:pPr>
    </w:p>
    <w:p w:rsidR="00400324" w:rsidRPr="0097422F" w:rsidRDefault="001D1AFB" w:rsidP="00DB1648">
      <w:pPr>
        <w:keepNext/>
        <w:suppressAutoHyphens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7422F">
        <w:rPr>
          <w:b/>
          <w:bCs/>
        </w:rPr>
        <w:t>Повестка дня Собрания:</w:t>
      </w:r>
    </w:p>
    <w:p w:rsidR="009477A6" w:rsidRPr="0097422F" w:rsidRDefault="0092384A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  <w:r w:rsidRPr="0097422F">
        <w:t>1.</w:t>
      </w:r>
      <w:r w:rsidR="009477A6" w:rsidRPr="0097422F">
        <w:tab/>
        <w:t>О досрочном прекращении полномочий Совета директоров Общества.</w:t>
      </w:r>
    </w:p>
    <w:p w:rsidR="00357BDC" w:rsidRPr="0097422F" w:rsidRDefault="0092384A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  <w:r w:rsidRPr="0097422F">
        <w:t>2.</w:t>
      </w:r>
      <w:r w:rsidR="009477A6" w:rsidRPr="0097422F">
        <w:tab/>
        <w:t>Об избрании Совета директоров Общества.</w:t>
      </w:r>
    </w:p>
    <w:p w:rsidR="0092384A" w:rsidRPr="0097422F" w:rsidRDefault="0092384A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</w:p>
    <w:p w:rsidR="004C10E9" w:rsidRPr="004C10E9" w:rsidRDefault="004C10E9" w:rsidP="00DB1648">
      <w:pPr>
        <w:keepNext/>
        <w:suppressAutoHyphens/>
        <w:ind w:firstLine="708"/>
        <w:jc w:val="both"/>
      </w:pPr>
      <w:r w:rsidRPr="004C10E9">
        <w:t>В соответствии с пунктом 2 ст. 53 ФЗ «Об акционерных обществах» акционеры Общества, являющиеся в совокупности владельцами не менее чем 2 процентов голосующих акций Общества, вправе предложить кандидатов для избрания в Совет директоров Общества, число которых не может превышать количественный состав Совета директоров Общества – 7 (семь) человек. Такие предложения должны поступить в Общество не менее чем за 30 дней до даты проведения Собрания – не позднее 21 сентября 2015 года (включительно).</w:t>
      </w:r>
    </w:p>
    <w:p w:rsidR="004C10E9" w:rsidRPr="0097422F" w:rsidRDefault="004C10E9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</w:p>
    <w:p w:rsidR="009477A6" w:rsidRPr="0097422F" w:rsidRDefault="0092384A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  <w:r w:rsidRPr="0097422F">
        <w:t xml:space="preserve">Перечень </w:t>
      </w:r>
      <w:r w:rsidR="009477A6" w:rsidRPr="0097422F">
        <w:t>информаци</w:t>
      </w:r>
      <w:r w:rsidRPr="0097422F">
        <w:t>и (материалов), подлежащей</w:t>
      </w:r>
      <w:r w:rsidR="009477A6" w:rsidRPr="0097422F">
        <w:t xml:space="preserve"> предоставлению лицам, имеющим право на участие</w:t>
      </w:r>
      <w:r w:rsidRPr="0097422F">
        <w:t xml:space="preserve"> в Собрании</w:t>
      </w:r>
      <w:r w:rsidR="009477A6" w:rsidRPr="0097422F">
        <w:t>, при подготовке к проведению</w:t>
      </w:r>
      <w:r w:rsidRPr="0097422F">
        <w:t xml:space="preserve"> Собрания</w:t>
      </w:r>
      <w:r w:rsidR="009477A6" w:rsidRPr="0097422F">
        <w:t>:</w:t>
      </w:r>
    </w:p>
    <w:p w:rsidR="009477A6" w:rsidRPr="0097422F" w:rsidRDefault="009477A6" w:rsidP="00DB1648">
      <w:pPr>
        <w:pStyle w:val="af"/>
        <w:keepNext/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561"/>
        <w:jc w:val="both"/>
      </w:pPr>
      <w:r w:rsidRPr="0097422F">
        <w:t>сведения о кандидатах в состав Совета директоров и их письменные согласия баллотироваться в Совет директоров Общества;</w:t>
      </w:r>
    </w:p>
    <w:p w:rsidR="00666E3E" w:rsidRPr="0097422F" w:rsidRDefault="00666E3E" w:rsidP="00DB1648">
      <w:pPr>
        <w:pStyle w:val="af"/>
        <w:keepNext/>
        <w:numPr>
          <w:ilvl w:val="0"/>
          <w:numId w:val="12"/>
        </w:numPr>
        <w:suppressAutoHyphens/>
        <w:ind w:left="0" w:firstLine="561"/>
        <w:jc w:val="both"/>
      </w:pPr>
      <w:r w:rsidRPr="0097422F">
        <w:t>проекты решений Собрания.</w:t>
      </w:r>
    </w:p>
    <w:p w:rsidR="00D724A4" w:rsidRPr="0097422F" w:rsidRDefault="00D724A4" w:rsidP="00DB1648">
      <w:pPr>
        <w:pStyle w:val="af"/>
        <w:keepNext/>
        <w:suppressAutoHyphens/>
        <w:ind w:left="561"/>
        <w:jc w:val="both"/>
      </w:pPr>
      <w:bookmarkStart w:id="0" w:name="_GoBack"/>
      <w:bookmarkEnd w:id="0"/>
    </w:p>
    <w:p w:rsidR="00A16A23" w:rsidRPr="00A16A23" w:rsidRDefault="00537D45" w:rsidP="00DB1648">
      <w:pPr>
        <w:keepNext/>
        <w:tabs>
          <w:tab w:val="left" w:pos="957"/>
        </w:tabs>
        <w:suppressAutoHyphens/>
        <w:ind w:firstLine="532"/>
        <w:jc w:val="both"/>
        <w:rPr>
          <w:bCs/>
        </w:rPr>
      </w:pPr>
      <w:r w:rsidRPr="0097422F">
        <w:rPr>
          <w:iCs/>
        </w:rPr>
        <w:t>П</w:t>
      </w:r>
      <w:r w:rsidR="00A16A23" w:rsidRPr="00A16A23">
        <w:rPr>
          <w:bCs/>
        </w:rPr>
        <w:t>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вопросам повестки дня, акционеры могут обратиться в течение 20 дней до даты проведения собрания (</w:t>
      </w:r>
      <w:r w:rsidR="00A16A23" w:rsidRPr="00A16A23">
        <w:rPr>
          <w:iCs/>
        </w:rPr>
        <w:t>с 02 октября 2015 года по 21 октября 2015 года) с 9 часов 00 минут до 16 часов 00 минут (перерыв с 12 часов 00 минут до 13 часов 00 минут) по месту нахождения исполнительного органа Общества, а именно по адресу:</w:t>
      </w:r>
      <w:r w:rsidR="00A16A23" w:rsidRPr="00A16A23">
        <w:t xml:space="preserve"> </w:t>
      </w:r>
      <w:r w:rsidR="00A16A23" w:rsidRPr="00A16A23">
        <w:rPr>
          <w:iCs/>
        </w:rPr>
        <w:t xml:space="preserve">г. Новороссийск, ул. Элеваторная, 22, ОАО «НКХП» </w:t>
      </w:r>
      <w:r w:rsidR="00A16A23" w:rsidRPr="00A16A23">
        <w:t>(корпоративный секретарь Саломахина Елена Александровна)</w:t>
      </w:r>
      <w:r w:rsidR="00A16A23" w:rsidRPr="00A16A23">
        <w:rPr>
          <w:iCs/>
        </w:rPr>
        <w:t xml:space="preserve">. </w:t>
      </w:r>
      <w:r w:rsidR="00A16A23" w:rsidRPr="00A16A23">
        <w:rPr>
          <w:bCs/>
        </w:rPr>
        <w:t xml:space="preserve">Кроме того, указанная информация (материалы) будет доступна лицам, принимающим участие в Собрании во время его проведения </w:t>
      </w:r>
      <w:r w:rsidR="00A16A23" w:rsidRPr="00A16A23">
        <w:rPr>
          <w:iCs/>
        </w:rPr>
        <w:t>22 октября 2015 года</w:t>
      </w:r>
      <w:r w:rsidR="00A16A23" w:rsidRPr="00A16A23">
        <w:rPr>
          <w:bCs/>
        </w:rPr>
        <w:t xml:space="preserve">. </w:t>
      </w:r>
    </w:p>
    <w:p w:rsidR="00A16A23" w:rsidRPr="00A16A23" w:rsidRDefault="00A16A23" w:rsidP="00DB1648">
      <w:pPr>
        <w:keepNext/>
        <w:suppressAutoHyphens/>
        <w:jc w:val="both"/>
        <w:outlineLvl w:val="0"/>
        <w:rPr>
          <w:bCs/>
        </w:rPr>
      </w:pPr>
    </w:p>
    <w:p w:rsidR="009477A6" w:rsidRPr="0097422F" w:rsidRDefault="00A16A23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  <w:r w:rsidRPr="0097422F">
        <w:rPr>
          <w:iCs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1D1AFB" w:rsidRPr="0097422F" w:rsidRDefault="001D1AFB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</w:p>
    <w:p w:rsidR="00AB5307" w:rsidRPr="0097422F" w:rsidRDefault="00AB5307" w:rsidP="00DB1648">
      <w:pPr>
        <w:keepNext/>
        <w:tabs>
          <w:tab w:val="left" w:pos="284"/>
        </w:tabs>
        <w:suppressAutoHyphens/>
        <w:ind w:firstLine="426"/>
        <w:jc w:val="both"/>
        <w:rPr>
          <w:bCs/>
        </w:rPr>
      </w:pPr>
      <w:r w:rsidRPr="00250E38">
        <w:rPr>
          <w:bCs/>
        </w:rPr>
        <w:t xml:space="preserve">Регистрация лиц, имеющих право на участие в Собрании, начинается </w:t>
      </w:r>
      <w:r w:rsidRPr="0097422F">
        <w:rPr>
          <w:b/>
          <w:bCs/>
          <w:u w:val="single"/>
        </w:rPr>
        <w:t>22 октября</w:t>
      </w:r>
      <w:r w:rsidRPr="00250E38">
        <w:rPr>
          <w:b/>
          <w:bCs/>
          <w:u w:val="single"/>
        </w:rPr>
        <w:t xml:space="preserve"> 2015 года в 13 часов 00 минут</w:t>
      </w:r>
      <w:r w:rsidRPr="00250E38">
        <w:rPr>
          <w:bCs/>
        </w:rPr>
        <w:t xml:space="preserve"> и производится по адресу: г. Новороссийск, ул. Жуковского, 7 клуб ОАО «НКХП». </w:t>
      </w:r>
    </w:p>
    <w:p w:rsidR="00AB5307" w:rsidRPr="0097422F" w:rsidRDefault="00AB5307" w:rsidP="00DB1648">
      <w:pPr>
        <w:keepNext/>
        <w:tabs>
          <w:tab w:val="left" w:pos="284"/>
        </w:tabs>
        <w:suppressAutoHyphens/>
        <w:ind w:firstLine="426"/>
        <w:jc w:val="both"/>
        <w:rPr>
          <w:bCs/>
        </w:rPr>
      </w:pPr>
    </w:p>
    <w:p w:rsidR="00AB5307" w:rsidRPr="0097422F" w:rsidRDefault="00AB5307" w:rsidP="00DB1648">
      <w:pPr>
        <w:keepNext/>
        <w:tabs>
          <w:tab w:val="left" w:pos="284"/>
        </w:tabs>
        <w:suppressAutoHyphens/>
        <w:ind w:firstLine="426"/>
        <w:jc w:val="both"/>
        <w:rPr>
          <w:bCs/>
        </w:rPr>
      </w:pPr>
      <w:r w:rsidRPr="0097422F">
        <w:rPr>
          <w:bCs/>
        </w:rPr>
        <w:t xml:space="preserve">Правопреемникам и представителям лиц, включенным в список лиц, имеющим право на участие в Собрании необходимо при регистрации иметь при себе паспорт и документы, удостоверяющие их полномочия (их копии, заверенные нотариально) для передачи их счетной комиссии. </w:t>
      </w:r>
    </w:p>
    <w:p w:rsidR="00AB5307" w:rsidRPr="0097422F" w:rsidRDefault="00AB5307" w:rsidP="00DB1648">
      <w:pPr>
        <w:keepNext/>
        <w:tabs>
          <w:tab w:val="left" w:pos="284"/>
        </w:tabs>
        <w:suppressAutoHyphens/>
        <w:ind w:firstLine="426"/>
        <w:jc w:val="both"/>
        <w:rPr>
          <w:bCs/>
        </w:rPr>
      </w:pPr>
    </w:p>
    <w:p w:rsidR="00AB5307" w:rsidRPr="00250E38" w:rsidRDefault="00AB5307" w:rsidP="00DB1648">
      <w:pPr>
        <w:keepNext/>
        <w:tabs>
          <w:tab w:val="left" w:pos="284"/>
        </w:tabs>
        <w:suppressAutoHyphens/>
        <w:ind w:firstLine="426"/>
        <w:jc w:val="both"/>
      </w:pPr>
      <w:r w:rsidRPr="0097422F">
        <w:rPr>
          <w:bCs/>
        </w:rPr>
        <w:t>Юридическим лицам необходимо при регистрации представить документы (их копии, заверенные в установленном законом порядке), удостоверяющие полномочия лица, подписывающего бюллетени для передачи их счетной комиссии.</w:t>
      </w:r>
    </w:p>
    <w:p w:rsidR="001D1AFB" w:rsidRPr="0097422F" w:rsidRDefault="001D1AFB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</w:p>
    <w:p w:rsidR="001D1AFB" w:rsidRPr="0097422F" w:rsidRDefault="001D1AFB" w:rsidP="00DB1648">
      <w:pPr>
        <w:keepNext/>
        <w:suppressAutoHyphens/>
        <w:autoSpaceDE w:val="0"/>
        <w:autoSpaceDN w:val="0"/>
        <w:adjustRightInd w:val="0"/>
        <w:ind w:firstLine="561"/>
        <w:jc w:val="both"/>
      </w:pPr>
    </w:p>
    <w:p w:rsidR="00182551" w:rsidRPr="0097422F" w:rsidRDefault="00375D05" w:rsidP="00DB1648">
      <w:pPr>
        <w:pStyle w:val="Default"/>
        <w:keepNext/>
        <w:suppressAutoHyphens/>
        <w:ind w:firstLine="561"/>
        <w:jc w:val="both"/>
        <w:outlineLvl w:val="0"/>
        <w:rPr>
          <w:b/>
        </w:rPr>
      </w:pPr>
      <w:r w:rsidRPr="0097422F">
        <w:rPr>
          <w:b/>
        </w:rPr>
        <w:t xml:space="preserve">Председатель </w:t>
      </w:r>
      <w:r w:rsidR="00182551" w:rsidRPr="0097422F">
        <w:rPr>
          <w:b/>
        </w:rPr>
        <w:t>Совет</w:t>
      </w:r>
      <w:r w:rsidRPr="0097422F">
        <w:rPr>
          <w:b/>
        </w:rPr>
        <w:t>а</w:t>
      </w:r>
      <w:r w:rsidR="00182551" w:rsidRPr="0097422F">
        <w:rPr>
          <w:b/>
        </w:rPr>
        <w:t xml:space="preserve"> </w:t>
      </w:r>
      <w:proofErr w:type="gramStart"/>
      <w:r w:rsidR="00182551" w:rsidRPr="0097422F">
        <w:rPr>
          <w:b/>
        </w:rPr>
        <w:t>директоров</w:t>
      </w:r>
      <w:r w:rsidR="0092384A" w:rsidRPr="0097422F">
        <w:rPr>
          <w:b/>
        </w:rPr>
        <w:t xml:space="preserve">  _</w:t>
      </w:r>
      <w:proofErr w:type="gramEnd"/>
      <w:r w:rsidR="0092384A" w:rsidRPr="0097422F">
        <w:rPr>
          <w:b/>
        </w:rPr>
        <w:t>_________________/_________________/</w:t>
      </w:r>
    </w:p>
    <w:p w:rsidR="001D1AFB" w:rsidRPr="0097422F" w:rsidRDefault="001D1AFB" w:rsidP="00DB1648">
      <w:pPr>
        <w:pStyle w:val="Default"/>
        <w:keepNext/>
        <w:suppressAutoHyphens/>
        <w:ind w:firstLine="561"/>
        <w:jc w:val="both"/>
        <w:outlineLvl w:val="0"/>
      </w:pPr>
    </w:p>
    <w:sectPr w:rsidR="001D1AFB" w:rsidRPr="0097422F" w:rsidSect="00DB1648">
      <w:footerReference w:type="even" r:id="rId10"/>
      <w:footerReference w:type="default" r:id="rId11"/>
      <w:pgSz w:w="11906" w:h="16838"/>
      <w:pgMar w:top="1134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31E" w:rsidRDefault="007B031E" w:rsidP="00641C0A">
      <w:r>
        <w:separator/>
      </w:r>
    </w:p>
  </w:endnote>
  <w:endnote w:type="continuationSeparator" w:id="0">
    <w:p w:rsidR="007B031E" w:rsidRDefault="007B031E" w:rsidP="0064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E9" w:rsidRDefault="00BB5FC3" w:rsidP="00D123A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F7AE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F7AE9" w:rsidRDefault="009F7AE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E9" w:rsidRPr="001D1AFB" w:rsidRDefault="009F7AE9" w:rsidP="001D1A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31E" w:rsidRDefault="007B031E" w:rsidP="00641C0A">
      <w:r>
        <w:separator/>
      </w:r>
    </w:p>
  </w:footnote>
  <w:footnote w:type="continuationSeparator" w:id="0">
    <w:p w:rsidR="007B031E" w:rsidRDefault="007B031E" w:rsidP="00641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692E7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321E9B"/>
    <w:multiLevelType w:val="hybridMultilevel"/>
    <w:tmpl w:val="8C8684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623B5A"/>
    <w:multiLevelType w:val="hybridMultilevel"/>
    <w:tmpl w:val="1BC2550E"/>
    <w:lvl w:ilvl="0" w:tplc="C33A2684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B65E8"/>
    <w:multiLevelType w:val="hybridMultilevel"/>
    <w:tmpl w:val="A2A2C224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4">
    <w:nsid w:val="50981751"/>
    <w:multiLevelType w:val="multilevel"/>
    <w:tmpl w:val="0380A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46F654E"/>
    <w:multiLevelType w:val="hybridMultilevel"/>
    <w:tmpl w:val="9CE8014E"/>
    <w:lvl w:ilvl="0" w:tplc="12D0075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E5849FFE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F5B32"/>
    <w:multiLevelType w:val="multilevel"/>
    <w:tmpl w:val="EFA89E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E396C06"/>
    <w:multiLevelType w:val="hybridMultilevel"/>
    <w:tmpl w:val="090C4E06"/>
    <w:lvl w:ilvl="0" w:tplc="CC683E72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11C3D"/>
    <w:multiLevelType w:val="hybridMultilevel"/>
    <w:tmpl w:val="1BC2550E"/>
    <w:lvl w:ilvl="0" w:tplc="C33A2684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33FCC"/>
    <w:multiLevelType w:val="multilevel"/>
    <w:tmpl w:val="090C4E06"/>
    <w:lvl w:ilvl="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B04EC"/>
    <w:multiLevelType w:val="hybridMultilevel"/>
    <w:tmpl w:val="F8D482F6"/>
    <w:lvl w:ilvl="0" w:tplc="C2A27594">
      <w:start w:val="1"/>
      <w:numFmt w:val="decimal"/>
      <w:lvlText w:val="%1)"/>
      <w:lvlJc w:val="left"/>
      <w:pPr>
        <w:ind w:left="720" w:hanging="360"/>
      </w:pPr>
      <w:rPr>
        <w:rFonts w:eastAsia="ArialM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276BC6"/>
    <w:multiLevelType w:val="multilevel"/>
    <w:tmpl w:val="0380A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324"/>
    <w:rsid w:val="00031535"/>
    <w:rsid w:val="00054A14"/>
    <w:rsid w:val="00054FD5"/>
    <w:rsid w:val="00093F92"/>
    <w:rsid w:val="000B30FE"/>
    <w:rsid w:val="000C1AAB"/>
    <w:rsid w:val="000D1171"/>
    <w:rsid w:val="000E391C"/>
    <w:rsid w:val="000E55DA"/>
    <w:rsid w:val="00102ACF"/>
    <w:rsid w:val="0013209E"/>
    <w:rsid w:val="00135F0B"/>
    <w:rsid w:val="0013662C"/>
    <w:rsid w:val="00180AE1"/>
    <w:rsid w:val="00181C57"/>
    <w:rsid w:val="00182551"/>
    <w:rsid w:val="00195A4D"/>
    <w:rsid w:val="001A1610"/>
    <w:rsid w:val="001D1AFB"/>
    <w:rsid w:val="001E48FF"/>
    <w:rsid w:val="001E6561"/>
    <w:rsid w:val="001E6D54"/>
    <w:rsid w:val="00201D1B"/>
    <w:rsid w:val="00213733"/>
    <w:rsid w:val="00233CF4"/>
    <w:rsid w:val="0024308C"/>
    <w:rsid w:val="002716FE"/>
    <w:rsid w:val="0027677F"/>
    <w:rsid w:val="002B7FBC"/>
    <w:rsid w:val="002F0460"/>
    <w:rsid w:val="003138CB"/>
    <w:rsid w:val="003164AF"/>
    <w:rsid w:val="0034014E"/>
    <w:rsid w:val="00357BDC"/>
    <w:rsid w:val="00366074"/>
    <w:rsid w:val="0036676C"/>
    <w:rsid w:val="003668B2"/>
    <w:rsid w:val="00371F94"/>
    <w:rsid w:val="00375C60"/>
    <w:rsid w:val="00375D05"/>
    <w:rsid w:val="0039191F"/>
    <w:rsid w:val="003C3E88"/>
    <w:rsid w:val="003D2250"/>
    <w:rsid w:val="003F1AEC"/>
    <w:rsid w:val="00400324"/>
    <w:rsid w:val="00412BB8"/>
    <w:rsid w:val="00431E25"/>
    <w:rsid w:val="0043673B"/>
    <w:rsid w:val="00443823"/>
    <w:rsid w:val="00461FD6"/>
    <w:rsid w:val="00466475"/>
    <w:rsid w:val="004C10E9"/>
    <w:rsid w:val="004C675C"/>
    <w:rsid w:val="004D4F1C"/>
    <w:rsid w:val="00506C7D"/>
    <w:rsid w:val="0051758C"/>
    <w:rsid w:val="005300B5"/>
    <w:rsid w:val="00537D45"/>
    <w:rsid w:val="00545C86"/>
    <w:rsid w:val="0055640B"/>
    <w:rsid w:val="00557155"/>
    <w:rsid w:val="005620B0"/>
    <w:rsid w:val="00581C7D"/>
    <w:rsid w:val="005B2341"/>
    <w:rsid w:val="005B2FEB"/>
    <w:rsid w:val="005D4AEA"/>
    <w:rsid w:val="005E4B5D"/>
    <w:rsid w:val="005F2013"/>
    <w:rsid w:val="005F2710"/>
    <w:rsid w:val="00602FFD"/>
    <w:rsid w:val="00623F23"/>
    <w:rsid w:val="00630EA1"/>
    <w:rsid w:val="00640369"/>
    <w:rsid w:val="00641C0A"/>
    <w:rsid w:val="00641C19"/>
    <w:rsid w:val="00643677"/>
    <w:rsid w:val="006524A0"/>
    <w:rsid w:val="00655098"/>
    <w:rsid w:val="00666522"/>
    <w:rsid w:val="00666E3E"/>
    <w:rsid w:val="00671D6E"/>
    <w:rsid w:val="006B4C57"/>
    <w:rsid w:val="006B6D33"/>
    <w:rsid w:val="006E2876"/>
    <w:rsid w:val="006E7921"/>
    <w:rsid w:val="006F3F86"/>
    <w:rsid w:val="006F4695"/>
    <w:rsid w:val="006F5731"/>
    <w:rsid w:val="00707CCF"/>
    <w:rsid w:val="00713BD2"/>
    <w:rsid w:val="00725490"/>
    <w:rsid w:val="00742FE8"/>
    <w:rsid w:val="007717D0"/>
    <w:rsid w:val="007B031E"/>
    <w:rsid w:val="007D1CE2"/>
    <w:rsid w:val="007E2091"/>
    <w:rsid w:val="0081592A"/>
    <w:rsid w:val="008320CC"/>
    <w:rsid w:val="008652B3"/>
    <w:rsid w:val="008655CA"/>
    <w:rsid w:val="00881DE5"/>
    <w:rsid w:val="00891A22"/>
    <w:rsid w:val="00894940"/>
    <w:rsid w:val="00894994"/>
    <w:rsid w:val="008C0C97"/>
    <w:rsid w:val="008E7EA7"/>
    <w:rsid w:val="008F13BC"/>
    <w:rsid w:val="009218A2"/>
    <w:rsid w:val="0092384A"/>
    <w:rsid w:val="00941B9A"/>
    <w:rsid w:val="009477A6"/>
    <w:rsid w:val="0096148E"/>
    <w:rsid w:val="0097422F"/>
    <w:rsid w:val="00990C82"/>
    <w:rsid w:val="009E55F0"/>
    <w:rsid w:val="009F7AE9"/>
    <w:rsid w:val="00A16A23"/>
    <w:rsid w:val="00A309F6"/>
    <w:rsid w:val="00A54E8F"/>
    <w:rsid w:val="00AB5307"/>
    <w:rsid w:val="00AB71C9"/>
    <w:rsid w:val="00B116FF"/>
    <w:rsid w:val="00B609E4"/>
    <w:rsid w:val="00B636DB"/>
    <w:rsid w:val="00B918B7"/>
    <w:rsid w:val="00BA5346"/>
    <w:rsid w:val="00BB5FC3"/>
    <w:rsid w:val="00BC20E0"/>
    <w:rsid w:val="00BE2B07"/>
    <w:rsid w:val="00BE50F4"/>
    <w:rsid w:val="00BF0004"/>
    <w:rsid w:val="00C106CE"/>
    <w:rsid w:val="00C1349B"/>
    <w:rsid w:val="00C229B1"/>
    <w:rsid w:val="00C32AA3"/>
    <w:rsid w:val="00C4672B"/>
    <w:rsid w:val="00C7621F"/>
    <w:rsid w:val="00C76875"/>
    <w:rsid w:val="00CB162C"/>
    <w:rsid w:val="00CC323C"/>
    <w:rsid w:val="00D02B78"/>
    <w:rsid w:val="00D123AB"/>
    <w:rsid w:val="00D126E0"/>
    <w:rsid w:val="00D3189C"/>
    <w:rsid w:val="00D32CA6"/>
    <w:rsid w:val="00D365F6"/>
    <w:rsid w:val="00D724A4"/>
    <w:rsid w:val="00D84CA1"/>
    <w:rsid w:val="00D86EB8"/>
    <w:rsid w:val="00D87216"/>
    <w:rsid w:val="00DA1633"/>
    <w:rsid w:val="00DB0318"/>
    <w:rsid w:val="00DB1648"/>
    <w:rsid w:val="00DC1D18"/>
    <w:rsid w:val="00DC5DDD"/>
    <w:rsid w:val="00DD36B4"/>
    <w:rsid w:val="00DD4348"/>
    <w:rsid w:val="00DE0067"/>
    <w:rsid w:val="00E11C07"/>
    <w:rsid w:val="00E25366"/>
    <w:rsid w:val="00E77E6D"/>
    <w:rsid w:val="00E87AC8"/>
    <w:rsid w:val="00E87D36"/>
    <w:rsid w:val="00E967B2"/>
    <w:rsid w:val="00EA031D"/>
    <w:rsid w:val="00EB7E07"/>
    <w:rsid w:val="00EC712A"/>
    <w:rsid w:val="00F01F7A"/>
    <w:rsid w:val="00F06AB7"/>
    <w:rsid w:val="00F22608"/>
    <w:rsid w:val="00F61CEF"/>
    <w:rsid w:val="00F6464C"/>
    <w:rsid w:val="00FA446F"/>
    <w:rsid w:val="00FA6F9F"/>
    <w:rsid w:val="00FC7F2B"/>
    <w:rsid w:val="00FD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CEB70E-FCB6-4863-ACC9-DD709917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4C57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a3">
    <w:name w:val="Hyperlink"/>
    <w:rsid w:val="00195A4D"/>
    <w:rPr>
      <w:color w:val="0000FF"/>
      <w:u w:val="single"/>
    </w:rPr>
  </w:style>
  <w:style w:type="paragraph" w:styleId="a4">
    <w:name w:val="Body Text"/>
    <w:basedOn w:val="a"/>
    <w:rsid w:val="00D87216"/>
    <w:rPr>
      <w:sz w:val="22"/>
      <w:szCs w:val="20"/>
    </w:rPr>
  </w:style>
  <w:style w:type="character" w:styleId="a5">
    <w:name w:val="annotation reference"/>
    <w:semiHidden/>
    <w:rsid w:val="00FC7F2B"/>
    <w:rPr>
      <w:sz w:val="16"/>
      <w:szCs w:val="16"/>
    </w:rPr>
  </w:style>
  <w:style w:type="paragraph" w:styleId="a6">
    <w:name w:val="annotation text"/>
    <w:basedOn w:val="a"/>
    <w:semiHidden/>
    <w:rsid w:val="00FC7F2B"/>
    <w:rPr>
      <w:sz w:val="20"/>
      <w:szCs w:val="20"/>
    </w:rPr>
  </w:style>
  <w:style w:type="paragraph" w:styleId="a7">
    <w:name w:val="annotation subject"/>
    <w:basedOn w:val="a6"/>
    <w:next w:val="a6"/>
    <w:semiHidden/>
    <w:rsid w:val="00FC7F2B"/>
    <w:rPr>
      <w:b/>
      <w:bCs/>
    </w:rPr>
  </w:style>
  <w:style w:type="paragraph" w:styleId="a8">
    <w:name w:val="Balloon Text"/>
    <w:basedOn w:val="a"/>
    <w:semiHidden/>
    <w:rsid w:val="00FC7F2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5B2341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link w:val="a9"/>
    <w:uiPriority w:val="99"/>
    <w:rsid w:val="005B2341"/>
    <w:rPr>
      <w:sz w:val="24"/>
    </w:rPr>
  </w:style>
  <w:style w:type="paragraph" w:customStyle="1" w:styleId="5">
    <w:name w:val="‚’€ђ5"/>
    <w:basedOn w:val="a"/>
    <w:uiPriority w:val="99"/>
    <w:rsid w:val="009218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41C0A"/>
    <w:pPr>
      <w:tabs>
        <w:tab w:val="center" w:pos="4320"/>
        <w:tab w:val="right" w:pos="8640"/>
      </w:tabs>
    </w:pPr>
  </w:style>
  <w:style w:type="character" w:customStyle="1" w:styleId="ac">
    <w:name w:val="Нижний колонтитул Знак"/>
    <w:link w:val="ab"/>
    <w:rsid w:val="00641C0A"/>
    <w:rPr>
      <w:sz w:val="24"/>
      <w:szCs w:val="24"/>
      <w:lang w:val="ru-RU" w:eastAsia="ru-RU"/>
    </w:rPr>
  </w:style>
  <w:style w:type="character" w:styleId="ad">
    <w:name w:val="page number"/>
    <w:rsid w:val="00641C0A"/>
  </w:style>
  <w:style w:type="table" w:styleId="ae">
    <w:name w:val="Table Grid"/>
    <w:basedOn w:val="a1"/>
    <w:uiPriority w:val="59"/>
    <w:rsid w:val="00CB162C"/>
    <w:rPr>
      <w:rFonts w:ascii="Times New Roman CYR" w:hAnsi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p">
    <w:name w:val="ep"/>
    <w:rsid w:val="005F2710"/>
  </w:style>
  <w:style w:type="paragraph" w:styleId="af">
    <w:name w:val="List Paragraph"/>
    <w:basedOn w:val="a"/>
    <w:uiPriority w:val="72"/>
    <w:rsid w:val="00466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DEAFBC906C0AB4E866078E6EF824F02" ma:contentTypeVersion="0" ma:contentTypeDescription="Создание документа." ma:contentTypeScope="" ma:versionID="e75cad9f62cec3ebc323e498c3360dae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4CDA8-6DF4-4BE9-B985-610C97460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0D6302-F8AC-462B-B8E9-009E3B2BB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44F0E-7E34-4665-80B0-DA1B0A75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B38C034C</Template>
  <TotalTime>11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Сообщение о проведении внеочередного Общего собрания акционеров</vt:lpstr>
      <vt:lpstr>Сообщение о проведении внеочередного Общего собрания акционеров</vt:lpstr>
    </vt:vector>
  </TitlesOfParts>
  <Company>Legal Capital Partners</Company>
  <LinksUpToDate>false</LinksUpToDate>
  <CharactersWithSpaces>3474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проведении внеочередного Общего собрания акционеров</dc:title>
  <dc:creator>Konstantin Shakko</dc:creator>
  <cp:lastModifiedBy>Кашина Марина Игоревна</cp:lastModifiedBy>
  <cp:revision>20</cp:revision>
  <cp:lastPrinted>2012-03-15T08:17:00Z</cp:lastPrinted>
  <dcterms:created xsi:type="dcterms:W3CDTF">2015-08-06T15:17:00Z</dcterms:created>
  <dcterms:modified xsi:type="dcterms:W3CDTF">2015-08-07T13:27:00Z</dcterms:modified>
</cp:coreProperties>
</file>